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76D21F" w14:textId="77777777" w:rsidR="00196CA3" w:rsidRDefault="00AE35B0" w:rsidP="0037558B">
      <w:pPr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6562BB6A" wp14:editId="17BCB876">
            <wp:extent cx="97155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67B71F" w14:textId="77777777" w:rsidR="0037558B" w:rsidRDefault="0037558B" w:rsidP="0037558B">
      <w:pPr>
        <w:jc w:val="center"/>
        <w:rPr>
          <w:sz w:val="20"/>
          <w:szCs w:val="20"/>
        </w:rPr>
      </w:pPr>
    </w:p>
    <w:p w14:paraId="24E8DB28" w14:textId="77777777" w:rsidR="00196CA3" w:rsidRDefault="00196CA3">
      <w:pPr>
        <w:ind w:right="8280"/>
        <w:rPr>
          <w:b/>
          <w:bCs/>
        </w:rPr>
      </w:pPr>
    </w:p>
    <w:p w14:paraId="142C5E88" w14:textId="77777777" w:rsidR="00196CA3" w:rsidRPr="0037558B" w:rsidRDefault="00AE35B0" w:rsidP="00DF186D">
      <w:pPr>
        <w:pStyle w:val="Retraitcorpsdetexte"/>
        <w:tabs>
          <w:tab w:val="left" w:pos="-2340"/>
        </w:tabs>
        <w:ind w:left="0"/>
        <w:jc w:val="center"/>
        <w:rPr>
          <w:sz w:val="28"/>
          <w:szCs w:val="28"/>
        </w:rPr>
      </w:pPr>
      <w:r w:rsidRPr="001752D6">
        <w:rPr>
          <w:sz w:val="28"/>
          <w:szCs w:val="28"/>
          <w:bdr w:val="single" w:sz="12" w:space="0" w:color="auto" w:shadow="1"/>
        </w:rPr>
        <w:t>Attestation de visite d</w:t>
      </w:r>
      <w:r w:rsidR="00C63114">
        <w:rPr>
          <w:sz w:val="28"/>
          <w:szCs w:val="28"/>
          <w:bdr w:val="single" w:sz="12" w:space="0" w:color="auto" w:shadow="1"/>
        </w:rPr>
        <w:t>e la</w:t>
      </w:r>
      <w:r w:rsidRPr="001752D6">
        <w:rPr>
          <w:sz w:val="28"/>
          <w:szCs w:val="28"/>
          <w:bdr w:val="single" w:sz="12" w:space="0" w:color="auto" w:shadow="1"/>
        </w:rPr>
        <w:t xml:space="preserve"> r</w:t>
      </w:r>
      <w:r w:rsidR="00C63114">
        <w:rPr>
          <w:sz w:val="28"/>
          <w:szCs w:val="28"/>
          <w:bdr w:val="single" w:sz="12" w:space="0" w:color="auto" w:shadow="1"/>
        </w:rPr>
        <w:t>ésidence</w:t>
      </w:r>
      <w:r w:rsidRPr="001752D6">
        <w:rPr>
          <w:sz w:val="28"/>
          <w:szCs w:val="28"/>
          <w:bdr w:val="single" w:sz="12" w:space="0" w:color="auto" w:shadow="1"/>
        </w:rPr>
        <w:t xml:space="preserve"> </w:t>
      </w:r>
      <w:r w:rsidR="00FC7CD6" w:rsidRPr="001752D6">
        <w:rPr>
          <w:sz w:val="28"/>
          <w:szCs w:val="28"/>
          <w:bdr w:val="single" w:sz="12" w:space="0" w:color="auto" w:shadow="1"/>
        </w:rPr>
        <w:t xml:space="preserve">universitaire </w:t>
      </w:r>
      <w:r w:rsidR="00195B3F">
        <w:rPr>
          <w:sz w:val="28"/>
          <w:szCs w:val="28"/>
          <w:bdr w:val="single" w:sz="12" w:space="0" w:color="auto" w:shadow="1"/>
        </w:rPr>
        <w:t>d</w:t>
      </w:r>
      <w:r w:rsidR="00C63114">
        <w:rPr>
          <w:sz w:val="28"/>
          <w:szCs w:val="28"/>
          <w:bdr w:val="single" w:sz="12" w:space="0" w:color="auto" w:shadow="1"/>
        </w:rPr>
        <w:t>es Taillées</w:t>
      </w:r>
    </w:p>
    <w:p w14:paraId="05334873" w14:textId="77777777" w:rsidR="00196CA3" w:rsidRPr="00B31248" w:rsidRDefault="00196CA3">
      <w:pPr>
        <w:pStyle w:val="Retraitcorpsdetexte"/>
        <w:tabs>
          <w:tab w:val="left" w:pos="-2340"/>
        </w:tabs>
        <w:ind w:left="5940"/>
      </w:pPr>
      <w:bookmarkStart w:id="0" w:name="_GoBack"/>
      <w:bookmarkEnd w:id="0"/>
    </w:p>
    <w:p w14:paraId="1B6F0A5E" w14:textId="77777777" w:rsidR="00196CA3" w:rsidRPr="0037558B" w:rsidRDefault="00AE35B0" w:rsidP="00DF186D">
      <w:r>
        <w:t>Adresse du site c</w:t>
      </w:r>
      <w:r w:rsidR="00DF186D" w:rsidRPr="0037558B">
        <w:t>oncerné</w:t>
      </w:r>
      <w:r>
        <w:t xml:space="preserve"> par la visite</w:t>
      </w:r>
      <w:r w:rsidR="00195B3F">
        <w:t xml:space="preserve"> </w:t>
      </w:r>
      <w:r w:rsidR="00DF186D" w:rsidRPr="0037558B">
        <w:t>:</w:t>
      </w:r>
      <w:r w:rsidR="00195B3F">
        <w:t xml:space="preserve"> </w:t>
      </w:r>
    </w:p>
    <w:p w14:paraId="0DED8088" w14:textId="77777777" w:rsidR="001340B9" w:rsidRPr="001340B9" w:rsidRDefault="00AE35B0" w:rsidP="00AE35B0">
      <w:pPr>
        <w:pStyle w:val="RedTxt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C63114">
        <w:rPr>
          <w:rFonts w:ascii="Times New Roman" w:hAnsi="Times New Roman" w:cs="Times New Roman"/>
          <w:sz w:val="24"/>
          <w:szCs w:val="24"/>
        </w:rPr>
        <w:t xml:space="preserve">ésidence </w:t>
      </w:r>
      <w:r>
        <w:rPr>
          <w:rFonts w:ascii="Times New Roman" w:hAnsi="Times New Roman" w:cs="Times New Roman"/>
          <w:sz w:val="24"/>
          <w:szCs w:val="24"/>
        </w:rPr>
        <w:t xml:space="preserve">Universitaire </w:t>
      </w:r>
      <w:r w:rsidR="00195B3F">
        <w:rPr>
          <w:rFonts w:ascii="Times New Roman" w:hAnsi="Times New Roman" w:cs="Times New Roman"/>
          <w:sz w:val="24"/>
          <w:szCs w:val="24"/>
        </w:rPr>
        <w:t>d</w:t>
      </w:r>
      <w:r w:rsidR="00C63114">
        <w:rPr>
          <w:rFonts w:ascii="Times New Roman" w:hAnsi="Times New Roman" w:cs="Times New Roman"/>
          <w:sz w:val="24"/>
          <w:szCs w:val="24"/>
        </w:rPr>
        <w:t>es Taillées</w:t>
      </w:r>
    </w:p>
    <w:p w14:paraId="6B68A6B6" w14:textId="77777777" w:rsidR="001340B9" w:rsidRPr="001340B9" w:rsidRDefault="00C63114" w:rsidP="00AE35B0">
      <w:pPr>
        <w:pStyle w:val="RedTxt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271, 291, Rue des Taillées</w:t>
      </w:r>
    </w:p>
    <w:p w14:paraId="28D094FF" w14:textId="77777777" w:rsidR="001340B9" w:rsidRPr="001340B9" w:rsidRDefault="00C63114" w:rsidP="00AE35B0">
      <w:pPr>
        <w:pStyle w:val="RedTxt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38400 Saint Martin d’Hères</w:t>
      </w:r>
    </w:p>
    <w:p w14:paraId="64F0BE4C" w14:textId="77777777" w:rsidR="00834D1F" w:rsidRDefault="00834D1F" w:rsidP="001340B9">
      <w:pPr>
        <w:pStyle w:val="Normalcentr"/>
        <w:tabs>
          <w:tab w:val="clear" w:pos="720"/>
        </w:tabs>
        <w:ind w:left="900" w:right="0" w:hanging="900"/>
        <w:rPr>
          <w:rFonts w:ascii="Times New Roman" w:hAnsi="Times New Roman"/>
          <w:sz w:val="24"/>
          <w:szCs w:val="24"/>
        </w:rPr>
      </w:pPr>
    </w:p>
    <w:p w14:paraId="02C14447" w14:textId="77777777" w:rsidR="00AE35B0" w:rsidRDefault="00AE35B0" w:rsidP="001340B9">
      <w:pPr>
        <w:pStyle w:val="Normalcentr"/>
        <w:tabs>
          <w:tab w:val="clear" w:pos="720"/>
        </w:tabs>
        <w:ind w:left="900" w:right="0" w:hanging="9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Coordonnées d</w:t>
      </w:r>
      <w:r w:rsidR="00C63114">
        <w:rPr>
          <w:rFonts w:ascii="Times New Roman" w:hAnsi="Times New Roman"/>
          <w:sz w:val="24"/>
          <w:szCs w:val="24"/>
        </w:rPr>
        <w:t xml:space="preserve">es intervenants </w:t>
      </w:r>
      <w:r>
        <w:rPr>
          <w:rFonts w:ascii="Times New Roman" w:hAnsi="Times New Roman"/>
          <w:sz w:val="24"/>
          <w:szCs w:val="24"/>
        </w:rPr>
        <w:t xml:space="preserve">à contacter </w:t>
      </w:r>
      <w:r w:rsidR="00773518">
        <w:rPr>
          <w:rFonts w:ascii="Times New Roman" w:hAnsi="Times New Roman"/>
          <w:sz w:val="24"/>
          <w:szCs w:val="24"/>
        </w:rPr>
        <w:t xml:space="preserve">impérativement </w:t>
      </w:r>
      <w:r>
        <w:rPr>
          <w:rFonts w:ascii="Times New Roman" w:hAnsi="Times New Roman"/>
          <w:sz w:val="24"/>
          <w:szCs w:val="24"/>
        </w:rPr>
        <w:t>avant la visite</w:t>
      </w:r>
      <w:r w:rsidR="007236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: </w:t>
      </w:r>
    </w:p>
    <w:p w14:paraId="4B650307" w14:textId="77777777" w:rsidR="00C63114" w:rsidRDefault="00C63114" w:rsidP="00C63114">
      <w:pPr>
        <w:pStyle w:val="RedT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Soit le représentant de la Maitrise d’Ouvrage, le Crous Grenoble</w:t>
      </w:r>
    </w:p>
    <w:p w14:paraId="7D31F5F7" w14:textId="77777777" w:rsidR="00AE35B0" w:rsidRDefault="00AE35B0" w:rsidP="00C63114">
      <w:pPr>
        <w:pStyle w:val="RedTxt"/>
        <w:ind w:left="567"/>
        <w:rPr>
          <w:rFonts w:ascii="Times New Roman" w:hAnsi="Times New Roman" w:cs="Times New Roman"/>
          <w:sz w:val="24"/>
          <w:szCs w:val="24"/>
        </w:rPr>
      </w:pPr>
      <w:r w:rsidRPr="00AE35B0">
        <w:rPr>
          <w:rFonts w:ascii="Times New Roman" w:hAnsi="Times New Roman" w:cs="Times New Roman"/>
          <w:sz w:val="24"/>
          <w:szCs w:val="24"/>
        </w:rPr>
        <w:t>M</w:t>
      </w:r>
      <w:r w:rsidR="00C63114">
        <w:rPr>
          <w:rFonts w:ascii="Times New Roman" w:hAnsi="Times New Roman" w:cs="Times New Roman"/>
          <w:sz w:val="24"/>
          <w:szCs w:val="24"/>
        </w:rPr>
        <w:t>adame Gita Mootoosamy</w:t>
      </w:r>
    </w:p>
    <w:p w14:paraId="00B5EE15" w14:textId="77777777" w:rsidR="00C63114" w:rsidRDefault="00C63114" w:rsidP="00C63114">
      <w:pPr>
        <w:pStyle w:val="RedTxt"/>
        <w:ind w:left="567"/>
        <w:rPr>
          <w:rFonts w:ascii="Times New Roman" w:hAnsi="Times New Roman" w:cs="Times New Roman"/>
          <w:sz w:val="24"/>
          <w:szCs w:val="24"/>
        </w:rPr>
      </w:pPr>
      <w:r w:rsidRPr="007236BB">
        <w:rPr>
          <w:rFonts w:ascii="Times New Roman" w:hAnsi="Times New Roman" w:cs="Times New Roman"/>
          <w:sz w:val="24"/>
          <w:szCs w:val="24"/>
        </w:rPr>
        <w:t>Tel</w:t>
      </w:r>
      <w:r>
        <w:rPr>
          <w:rFonts w:ascii="Times New Roman" w:hAnsi="Times New Roman" w:cs="Times New Roman"/>
          <w:sz w:val="24"/>
          <w:szCs w:val="24"/>
        </w:rPr>
        <w:t xml:space="preserve"> : 06 27 24 89 76</w:t>
      </w:r>
    </w:p>
    <w:p w14:paraId="5E7B5E17" w14:textId="77777777" w:rsidR="00C63114" w:rsidRDefault="00C63114" w:rsidP="00C63114">
      <w:pPr>
        <w:pStyle w:val="RedTxt"/>
        <w:ind w:left="567"/>
        <w:rPr>
          <w:rFonts w:ascii="Times New Roman" w:hAnsi="Times New Roman" w:cs="Times New Roman"/>
          <w:color w:val="000000"/>
          <w:sz w:val="24"/>
          <w:szCs w:val="24"/>
        </w:rPr>
      </w:pPr>
      <w:r w:rsidRPr="00AE35B0">
        <w:rPr>
          <w:rFonts w:ascii="Times New Roman" w:hAnsi="Times New Roman" w:cs="Times New Roman"/>
          <w:sz w:val="24"/>
          <w:szCs w:val="24"/>
        </w:rPr>
        <w:t>Courriel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35B0">
        <w:rPr>
          <w:rFonts w:ascii="Times New Roman" w:hAnsi="Times New Roman" w:cs="Times New Roman"/>
          <w:sz w:val="24"/>
          <w:szCs w:val="24"/>
        </w:rPr>
        <w:t xml:space="preserve">: </w:t>
      </w:r>
      <w:hyperlink r:id="rId12" w:history="1">
        <w:r w:rsidRPr="00A86556">
          <w:rPr>
            <w:rStyle w:val="Lienhypertexte"/>
            <w:rFonts w:ascii="Times New Roman" w:hAnsi="Times New Roman" w:cs="Times New Roman"/>
            <w:sz w:val="24"/>
            <w:szCs w:val="24"/>
          </w:rPr>
          <w:t>gita.mootoosamy@crous-grenoble.fr</w:t>
        </w:r>
      </w:hyperlink>
    </w:p>
    <w:p w14:paraId="3DD5769E" w14:textId="77777777" w:rsidR="00C63114" w:rsidRDefault="00C63114" w:rsidP="00C63114">
      <w:pPr>
        <w:pStyle w:val="RedTxt"/>
        <w:ind w:left="567"/>
        <w:rPr>
          <w:rFonts w:ascii="Times New Roman" w:hAnsi="Times New Roman" w:cs="Times New Roman"/>
          <w:sz w:val="24"/>
          <w:szCs w:val="24"/>
        </w:rPr>
      </w:pPr>
    </w:p>
    <w:p w14:paraId="41345DAC" w14:textId="77777777" w:rsidR="00C63114" w:rsidRPr="00AE35B0" w:rsidRDefault="00C63114" w:rsidP="00C63114">
      <w:pPr>
        <w:pStyle w:val="RedT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Soit le représentant de la Maitrise d’Ouvrage, le bureau d’études TEB</w:t>
      </w:r>
    </w:p>
    <w:p w14:paraId="10FA53E6" w14:textId="77777777" w:rsidR="00AE35B0" w:rsidRPr="00AE35B0" w:rsidRDefault="00C63114" w:rsidP="00AE35B0">
      <w:pPr>
        <w:pStyle w:val="RedTxt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Madame Laura Lambert</w:t>
      </w:r>
    </w:p>
    <w:p w14:paraId="6E714BCF" w14:textId="77777777" w:rsidR="007236BB" w:rsidRDefault="00AE35B0" w:rsidP="00AE35B0">
      <w:pPr>
        <w:pStyle w:val="RedTxt"/>
        <w:ind w:left="567"/>
        <w:rPr>
          <w:rFonts w:ascii="Times New Roman" w:hAnsi="Times New Roman" w:cs="Times New Roman"/>
          <w:sz w:val="24"/>
          <w:szCs w:val="24"/>
        </w:rPr>
      </w:pPr>
      <w:r w:rsidRPr="007236BB">
        <w:rPr>
          <w:rFonts w:ascii="Times New Roman" w:hAnsi="Times New Roman" w:cs="Times New Roman"/>
          <w:sz w:val="24"/>
          <w:szCs w:val="24"/>
        </w:rPr>
        <w:t xml:space="preserve">Tel </w:t>
      </w:r>
      <w:r w:rsidR="007236BB">
        <w:rPr>
          <w:rFonts w:ascii="Times New Roman" w:hAnsi="Times New Roman" w:cs="Times New Roman"/>
          <w:sz w:val="24"/>
          <w:szCs w:val="24"/>
        </w:rPr>
        <w:t>: 0</w:t>
      </w:r>
      <w:r w:rsidR="00C63114">
        <w:rPr>
          <w:rFonts w:ascii="Times New Roman" w:hAnsi="Times New Roman" w:cs="Times New Roman"/>
          <w:sz w:val="24"/>
          <w:szCs w:val="24"/>
        </w:rPr>
        <w:t>7 60 60 69 97</w:t>
      </w:r>
    </w:p>
    <w:p w14:paraId="0B763951" w14:textId="77777777" w:rsidR="00AE35B0" w:rsidRDefault="00C63114" w:rsidP="00AE35B0">
      <w:pPr>
        <w:pStyle w:val="RedTxt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AE35B0" w:rsidRPr="00AE35B0">
        <w:rPr>
          <w:rFonts w:ascii="Times New Roman" w:hAnsi="Times New Roman" w:cs="Times New Roman"/>
          <w:sz w:val="24"/>
          <w:szCs w:val="24"/>
        </w:rPr>
        <w:t>ourriel</w:t>
      </w:r>
      <w:r w:rsidR="007236BB">
        <w:rPr>
          <w:rFonts w:ascii="Times New Roman" w:hAnsi="Times New Roman" w:cs="Times New Roman"/>
          <w:sz w:val="24"/>
          <w:szCs w:val="24"/>
        </w:rPr>
        <w:t xml:space="preserve"> </w:t>
      </w:r>
      <w:r w:rsidR="00AE35B0" w:rsidRPr="00AE35B0">
        <w:rPr>
          <w:rFonts w:ascii="Times New Roman" w:hAnsi="Times New Roman" w:cs="Times New Roman"/>
          <w:sz w:val="24"/>
          <w:szCs w:val="24"/>
        </w:rPr>
        <w:t xml:space="preserve">: </w:t>
      </w:r>
      <w:hyperlink r:id="rId13" w:history="1">
        <w:r w:rsidRPr="00A86556">
          <w:rPr>
            <w:rStyle w:val="Lienhypertexte"/>
            <w:rFonts w:ascii="Times New Roman" w:hAnsi="Times New Roman" w:cs="Times New Roman"/>
            <w:sz w:val="24"/>
            <w:szCs w:val="24"/>
          </w:rPr>
          <w:t>lla@teb-betfluides.fr</w:t>
        </w:r>
      </w:hyperlink>
    </w:p>
    <w:p w14:paraId="5181884E" w14:textId="77777777" w:rsidR="00AE35B0" w:rsidRDefault="00AE35B0" w:rsidP="001340B9">
      <w:pPr>
        <w:pStyle w:val="Normalcentr"/>
        <w:tabs>
          <w:tab w:val="clear" w:pos="720"/>
        </w:tabs>
        <w:ind w:left="900" w:right="0" w:hanging="900"/>
        <w:rPr>
          <w:rFonts w:ascii="Times New Roman" w:hAnsi="Times New Roman"/>
          <w:sz w:val="24"/>
          <w:szCs w:val="24"/>
        </w:rPr>
      </w:pPr>
    </w:p>
    <w:p w14:paraId="7156F4CB" w14:textId="77777777" w:rsidR="00DF186D" w:rsidRPr="0037558B" w:rsidRDefault="00AE35B0">
      <w:pPr>
        <w:rPr>
          <w:bCs/>
          <w:u w:val="single"/>
        </w:rPr>
      </w:pPr>
      <w:r>
        <w:rPr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DFD505F" wp14:editId="3A012D9F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6515100" cy="0"/>
                <wp:effectExtent l="9525" t="11430" r="9525" b="7620"/>
                <wp:wrapNone/>
                <wp:docPr id="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D16591" id="Line 7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9pt" to="513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kWH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"/>
            </w:pict>
          </mc:Fallback>
        </mc:AlternateContent>
      </w:r>
    </w:p>
    <w:p w14:paraId="2FFA157F" w14:textId="77777777" w:rsidR="00DF186D" w:rsidRPr="0037558B" w:rsidRDefault="00DF186D">
      <w:r w:rsidRPr="0037558B">
        <w:t>Date :</w:t>
      </w:r>
    </w:p>
    <w:p w14:paraId="28176575" w14:textId="77777777" w:rsidR="00DF186D" w:rsidRPr="0037558B" w:rsidRDefault="00DF186D"/>
    <w:p w14:paraId="249BF573" w14:textId="77777777" w:rsidR="00DF186D" w:rsidRPr="0037558B" w:rsidRDefault="00DF186D">
      <w:r w:rsidRPr="0037558B">
        <w:t xml:space="preserve">Nom de la société : </w:t>
      </w:r>
    </w:p>
    <w:p w14:paraId="0E23FC3F" w14:textId="77777777" w:rsidR="00DF186D" w:rsidRPr="0037558B" w:rsidRDefault="00DF186D"/>
    <w:p w14:paraId="1590AA99" w14:textId="77777777" w:rsidR="00DF186D" w:rsidRPr="0037558B" w:rsidRDefault="00DF186D">
      <w:r w:rsidRPr="0037558B">
        <w:t>Nom et prénom du représentant de la société :</w:t>
      </w:r>
    </w:p>
    <w:p w14:paraId="69ED5B6A" w14:textId="77777777" w:rsidR="00DF186D" w:rsidRPr="0037558B" w:rsidRDefault="00DF186D"/>
    <w:p w14:paraId="51D8D550" w14:textId="77777777" w:rsidR="00DF186D" w:rsidRPr="0037558B" w:rsidRDefault="00AE35B0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A3FEFD2" wp14:editId="61E03AEE">
                <wp:simplePos x="0" y="0"/>
                <wp:positionH relativeFrom="column">
                  <wp:posOffset>1485900</wp:posOffset>
                </wp:positionH>
                <wp:positionV relativeFrom="paragraph">
                  <wp:posOffset>37466</wp:posOffset>
                </wp:positionV>
                <wp:extent cx="4572635" cy="1104900"/>
                <wp:effectExtent l="0" t="0" r="18415" b="19050"/>
                <wp:wrapNone/>
                <wp:docPr id="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63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3C955E" id="Rectangle 10" o:spid="_x0000_s1026" style="position:absolute;margin-left:117pt;margin-top:2.95pt;width:360.05pt;height:8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"/>
            </w:pict>
          </mc:Fallback>
        </mc:AlternateContent>
      </w:r>
      <w:r w:rsidR="00DF186D" w:rsidRPr="0037558B">
        <w:t>Cachet de la société :</w:t>
      </w:r>
    </w:p>
    <w:p w14:paraId="067C35CF" w14:textId="77777777" w:rsidR="00DF186D" w:rsidRPr="0037558B" w:rsidRDefault="00DF186D">
      <w:pPr>
        <w:rPr>
          <w:bCs/>
          <w:u w:val="single"/>
        </w:rPr>
      </w:pPr>
    </w:p>
    <w:p w14:paraId="6628EE35" w14:textId="77777777" w:rsidR="00196CA3" w:rsidRPr="0037558B" w:rsidRDefault="00196CA3">
      <w:pPr>
        <w:pStyle w:val="Corpsdetexte"/>
        <w:spacing w:line="360" w:lineRule="auto"/>
        <w:ind w:left="180" w:right="-119"/>
        <w:rPr>
          <w:sz w:val="24"/>
          <w:szCs w:val="24"/>
        </w:rPr>
      </w:pPr>
    </w:p>
    <w:p w14:paraId="4B47674E" w14:textId="77777777" w:rsidR="00B71F9C" w:rsidRPr="0037558B" w:rsidRDefault="00B71F9C">
      <w:pPr>
        <w:pStyle w:val="Corpsdetexte"/>
        <w:spacing w:line="360" w:lineRule="auto"/>
        <w:ind w:left="180" w:right="-119"/>
        <w:rPr>
          <w:sz w:val="24"/>
          <w:szCs w:val="24"/>
        </w:rPr>
      </w:pPr>
    </w:p>
    <w:p w14:paraId="0D530570" w14:textId="77777777" w:rsidR="00B71F9C" w:rsidRPr="0037558B" w:rsidRDefault="00B71F9C">
      <w:pPr>
        <w:pStyle w:val="Corpsdetexte"/>
        <w:spacing w:line="360" w:lineRule="auto"/>
        <w:ind w:left="180" w:right="-119"/>
        <w:rPr>
          <w:sz w:val="24"/>
          <w:szCs w:val="24"/>
        </w:rPr>
      </w:pPr>
    </w:p>
    <w:p w14:paraId="450454F5" w14:textId="77777777" w:rsidR="003132B2" w:rsidRPr="0037558B" w:rsidRDefault="003132B2" w:rsidP="003132B2">
      <w:pPr>
        <w:pStyle w:val="Normalcentr"/>
        <w:tabs>
          <w:tab w:val="clear" w:pos="720"/>
        </w:tabs>
        <w:ind w:left="900" w:right="0" w:hanging="900"/>
        <w:rPr>
          <w:rFonts w:ascii="Times New Roman" w:hAnsi="Times New Roman"/>
          <w:sz w:val="24"/>
          <w:szCs w:val="24"/>
        </w:rPr>
      </w:pPr>
    </w:p>
    <w:p w14:paraId="523C087B" w14:textId="77777777" w:rsidR="003132B2" w:rsidRPr="0037558B" w:rsidRDefault="00AE35B0" w:rsidP="003132B2">
      <w:pPr>
        <w:rPr>
          <w:bCs/>
          <w:u w:val="single"/>
        </w:rPr>
      </w:pPr>
      <w:r>
        <w:rPr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41AF06" wp14:editId="5CE46EF7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6515100" cy="0"/>
                <wp:effectExtent l="9525" t="11430" r="9525" b="7620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3D260A" id="Line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9pt" to="513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7CcEw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"/>
            </w:pict>
          </mc:Fallback>
        </mc:AlternateContent>
      </w:r>
    </w:p>
    <w:p w14:paraId="641E297A" w14:textId="77777777" w:rsidR="00B71F9C" w:rsidRDefault="00B71F9C" w:rsidP="00B71F9C">
      <w:r w:rsidRPr="0037558B">
        <w:t xml:space="preserve">Signature </w:t>
      </w:r>
      <w:r w:rsidR="001340B9">
        <w:t xml:space="preserve">du </w:t>
      </w:r>
      <w:r w:rsidR="00834AA8">
        <w:t>représentant du C</w:t>
      </w:r>
      <w:r w:rsidR="00C63114">
        <w:t xml:space="preserve">rous, ou de la maitrise d’œuvre </w:t>
      </w:r>
      <w:r w:rsidR="0037558B" w:rsidRPr="0037558B">
        <w:t>présent lors de la visite</w:t>
      </w:r>
      <w:r w:rsidR="001752D6">
        <w:t xml:space="preserve"> </w:t>
      </w:r>
      <w:r w:rsidR="003132B2">
        <w:t xml:space="preserve">: </w:t>
      </w:r>
    </w:p>
    <w:p w14:paraId="742A2281" w14:textId="77777777" w:rsidR="003132B2" w:rsidRPr="0037558B" w:rsidRDefault="003132B2" w:rsidP="00B71F9C"/>
    <w:p w14:paraId="0F7AB25E" w14:textId="77777777" w:rsidR="00B71F9C" w:rsidRPr="0037558B" w:rsidRDefault="0037558B" w:rsidP="0037558B">
      <w:pPr>
        <w:pStyle w:val="Corpsdetexte"/>
        <w:spacing w:line="360" w:lineRule="auto"/>
        <w:ind w:left="180" w:right="-119"/>
        <w:rPr>
          <w:sz w:val="24"/>
          <w:szCs w:val="24"/>
        </w:rPr>
      </w:pPr>
      <w:r w:rsidRPr="0037558B">
        <w:rPr>
          <w:sz w:val="24"/>
          <w:szCs w:val="24"/>
        </w:rPr>
        <w:t xml:space="preserve">Date : </w:t>
      </w:r>
    </w:p>
    <w:p w14:paraId="71196B3B" w14:textId="77777777" w:rsidR="0037558B" w:rsidRPr="0037558B" w:rsidRDefault="0037558B" w:rsidP="0037558B">
      <w:pPr>
        <w:pStyle w:val="Corpsdetexte"/>
        <w:spacing w:line="360" w:lineRule="auto"/>
        <w:ind w:left="180" w:right="-119"/>
        <w:rPr>
          <w:sz w:val="24"/>
          <w:szCs w:val="24"/>
        </w:rPr>
      </w:pPr>
      <w:r w:rsidRPr="0037558B">
        <w:rPr>
          <w:sz w:val="24"/>
          <w:szCs w:val="24"/>
        </w:rPr>
        <w:t>Nom prénom :</w:t>
      </w:r>
    </w:p>
    <w:p w14:paraId="7733A147" w14:textId="77777777" w:rsidR="0037558B" w:rsidRPr="0037558B" w:rsidRDefault="0037558B" w:rsidP="0037558B">
      <w:pPr>
        <w:pStyle w:val="Corpsdetexte"/>
        <w:spacing w:line="360" w:lineRule="auto"/>
        <w:ind w:left="180" w:right="-119"/>
        <w:rPr>
          <w:sz w:val="24"/>
          <w:szCs w:val="24"/>
        </w:rPr>
      </w:pPr>
      <w:r w:rsidRPr="0037558B">
        <w:rPr>
          <w:sz w:val="24"/>
          <w:szCs w:val="24"/>
        </w:rPr>
        <w:t>Signature</w:t>
      </w:r>
      <w:r w:rsidR="003132B2">
        <w:rPr>
          <w:sz w:val="24"/>
          <w:szCs w:val="24"/>
        </w:rPr>
        <w:t xml:space="preserve"> : </w:t>
      </w:r>
    </w:p>
    <w:p w14:paraId="12BF21E6" w14:textId="77777777" w:rsidR="00BF15AC" w:rsidRDefault="00BF15AC" w:rsidP="0037558B">
      <w:pPr>
        <w:ind w:left="180"/>
      </w:pPr>
    </w:p>
    <w:p w14:paraId="498426D5" w14:textId="77777777" w:rsidR="003132B2" w:rsidRDefault="003132B2" w:rsidP="0037558B">
      <w:pPr>
        <w:ind w:left="180"/>
      </w:pPr>
    </w:p>
    <w:p w14:paraId="6DD28EA5" w14:textId="77777777" w:rsidR="0037558B" w:rsidRPr="0037558B" w:rsidRDefault="00AE35B0" w:rsidP="00AE35B0">
      <w:r>
        <w:rPr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81E840" wp14:editId="0CB7B605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6515100" cy="0"/>
                <wp:effectExtent l="9525" t="11430" r="9525" b="7620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CEE2E6" id="Line 1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9pt" to="513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PCmEw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"/>
            </w:pict>
          </mc:Fallback>
        </mc:AlternateContent>
      </w:r>
    </w:p>
    <w:p w14:paraId="41B744E8" w14:textId="35A711CD" w:rsidR="0037558B" w:rsidRPr="00002DB3" w:rsidRDefault="00B71F9C" w:rsidP="003132B2">
      <w:pPr>
        <w:ind w:firstLine="2"/>
        <w:jc w:val="center"/>
      </w:pPr>
      <w:r w:rsidRPr="00B31248">
        <w:t>C</w:t>
      </w:r>
      <w:r w:rsidR="0037558B" w:rsidRPr="00B31248">
        <w:t xml:space="preserve">e document atteste que le candidat était présent </w:t>
      </w:r>
      <w:r w:rsidR="001340B9">
        <w:t xml:space="preserve">à la visite </w:t>
      </w:r>
      <w:r w:rsidR="00AE35B0">
        <w:t>organisée</w:t>
      </w:r>
      <w:r w:rsidR="0037558B" w:rsidRPr="00B31248">
        <w:t xml:space="preserve"> par le </w:t>
      </w:r>
      <w:r w:rsidR="0037558B" w:rsidRPr="00002DB3">
        <w:t>C</w:t>
      </w:r>
      <w:r w:rsidR="00C63114">
        <w:t>rous</w:t>
      </w:r>
      <w:r w:rsidR="001340B9" w:rsidRPr="00002DB3">
        <w:t xml:space="preserve"> le </w:t>
      </w:r>
      <w:r w:rsidR="00C63114">
        <w:t>2</w:t>
      </w:r>
      <w:r w:rsidR="001F06A3">
        <w:t>6</w:t>
      </w:r>
      <w:r w:rsidR="00002DB3" w:rsidRPr="00002DB3">
        <w:t>/</w:t>
      </w:r>
      <w:r w:rsidR="00C63114">
        <w:t>11</w:t>
      </w:r>
      <w:r w:rsidR="001340B9" w:rsidRPr="00002DB3">
        <w:t>/20</w:t>
      </w:r>
      <w:r w:rsidR="00C63114">
        <w:t>25</w:t>
      </w:r>
      <w:r w:rsidR="001340B9" w:rsidRPr="00002DB3">
        <w:t>.</w:t>
      </w:r>
    </w:p>
    <w:p w14:paraId="2EDB4097" w14:textId="77777777" w:rsidR="00B71F9C" w:rsidRPr="0037558B" w:rsidRDefault="0037558B" w:rsidP="003132B2">
      <w:pPr>
        <w:ind w:firstLine="2"/>
        <w:jc w:val="center"/>
      </w:pPr>
      <w:r w:rsidRPr="00B31248">
        <w:rPr>
          <w:b/>
        </w:rPr>
        <w:t>La présente attestation doit impérativement être remise dans l’offre.</w:t>
      </w:r>
    </w:p>
    <w:sectPr w:rsidR="00B71F9C" w:rsidRPr="0037558B">
      <w:footerReference w:type="default" r:id="rId14"/>
      <w:pgSz w:w="11906" w:h="16838"/>
      <w:pgMar w:top="539" w:right="746" w:bottom="1417" w:left="5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1A9921" w14:textId="77777777" w:rsidR="00E91688" w:rsidRDefault="00E91688">
      <w:r>
        <w:separator/>
      </w:r>
    </w:p>
  </w:endnote>
  <w:endnote w:type="continuationSeparator" w:id="0">
    <w:p w14:paraId="4A716AF1" w14:textId="77777777" w:rsidR="00E91688" w:rsidRDefault="00E91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D1FCD" w14:textId="77777777" w:rsidR="00DB22F4" w:rsidRDefault="00DB22F4">
    <w:pPr>
      <w:pStyle w:val="Pieddepage"/>
    </w:pPr>
    <w:r>
      <w:t>Attestation de Visite</w:t>
    </w:r>
    <w:r>
      <w:tab/>
    </w:r>
    <w:r>
      <w:tab/>
      <w:t>Marché 2025-27</w:t>
    </w:r>
  </w:p>
  <w:p w14:paraId="3869BEC2" w14:textId="77777777" w:rsidR="00DB22F4" w:rsidRDefault="00DB22F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7F6A9" w14:textId="77777777" w:rsidR="00E91688" w:rsidRDefault="00E91688">
      <w:r>
        <w:separator/>
      </w:r>
    </w:p>
  </w:footnote>
  <w:footnote w:type="continuationSeparator" w:id="0">
    <w:p w14:paraId="514E9799" w14:textId="77777777" w:rsidR="00E91688" w:rsidRDefault="00E916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3353"/>
    <w:multiLevelType w:val="hybridMultilevel"/>
    <w:tmpl w:val="5830AE28"/>
    <w:lvl w:ilvl="0" w:tplc="F12CC7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186D"/>
    <w:rsid w:val="00002DB3"/>
    <w:rsid w:val="0001241F"/>
    <w:rsid w:val="00013F07"/>
    <w:rsid w:val="00033FA6"/>
    <w:rsid w:val="001340B9"/>
    <w:rsid w:val="001752D6"/>
    <w:rsid w:val="00195B3F"/>
    <w:rsid w:val="00196CA3"/>
    <w:rsid w:val="001F06A3"/>
    <w:rsid w:val="003132B2"/>
    <w:rsid w:val="0032593F"/>
    <w:rsid w:val="0037558B"/>
    <w:rsid w:val="00467DED"/>
    <w:rsid w:val="005D12E4"/>
    <w:rsid w:val="00612802"/>
    <w:rsid w:val="0066128C"/>
    <w:rsid w:val="007236BB"/>
    <w:rsid w:val="00773518"/>
    <w:rsid w:val="00792A1F"/>
    <w:rsid w:val="007954DA"/>
    <w:rsid w:val="00834AA8"/>
    <w:rsid w:val="00834D1F"/>
    <w:rsid w:val="00880DFD"/>
    <w:rsid w:val="008D167C"/>
    <w:rsid w:val="009209CE"/>
    <w:rsid w:val="00924B72"/>
    <w:rsid w:val="009B573A"/>
    <w:rsid w:val="009B6785"/>
    <w:rsid w:val="009D1D44"/>
    <w:rsid w:val="00A07F99"/>
    <w:rsid w:val="00A5403E"/>
    <w:rsid w:val="00A91EE3"/>
    <w:rsid w:val="00AE35B0"/>
    <w:rsid w:val="00B31248"/>
    <w:rsid w:val="00B61428"/>
    <w:rsid w:val="00B71F9C"/>
    <w:rsid w:val="00BF15AC"/>
    <w:rsid w:val="00C63114"/>
    <w:rsid w:val="00D32EC7"/>
    <w:rsid w:val="00D36F85"/>
    <w:rsid w:val="00DA485C"/>
    <w:rsid w:val="00DB22F4"/>
    <w:rsid w:val="00DF186D"/>
    <w:rsid w:val="00E460FC"/>
    <w:rsid w:val="00E91688"/>
    <w:rsid w:val="00FB7C51"/>
    <w:rsid w:val="00FC7CD6"/>
    <w:rsid w:val="00FD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7E92284C"/>
  <w15:docId w15:val="{100074A7-C282-40CD-985E-D18BAAA28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uppressAutoHyphens/>
      <w:overflowPunct w:val="0"/>
      <w:autoSpaceDE w:val="0"/>
      <w:autoSpaceDN w:val="0"/>
      <w:adjustRightInd w:val="0"/>
      <w:textAlignment w:val="baseline"/>
      <w:outlineLvl w:val="0"/>
    </w:pPr>
    <w:rPr>
      <w:rFonts w:ascii="Baskerville Old Face" w:hAnsi="Baskerville Old Face"/>
      <w:b/>
      <w:i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pPr>
      <w:ind w:left="5040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tabs>
        <w:tab w:val="left" w:pos="720"/>
      </w:tabs>
      <w:ind w:left="720" w:right="6660"/>
    </w:pPr>
    <w:rPr>
      <w:rFonts w:ascii="Garamond" w:hAnsi="Garamond"/>
      <w:sz w:val="20"/>
      <w:szCs w:val="20"/>
    </w:rPr>
  </w:style>
  <w:style w:type="character" w:styleId="Lienhypertexte">
    <w:name w:val="Hyperlink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styleId="Retraitcorpsdetexte2">
    <w:name w:val="Body Text Indent 2"/>
    <w:basedOn w:val="Normal"/>
    <w:pPr>
      <w:tabs>
        <w:tab w:val="left" w:pos="-2160"/>
      </w:tabs>
      <w:ind w:left="7380"/>
    </w:pPr>
    <w:rPr>
      <w:rFonts w:ascii="Garamond" w:hAnsi="Garamond"/>
    </w:rPr>
  </w:style>
  <w:style w:type="paragraph" w:styleId="Corpsdetexte">
    <w:name w:val="Body Text"/>
    <w:basedOn w:val="Normal"/>
    <w:pPr>
      <w:ind w:right="8820"/>
    </w:pPr>
    <w:rPr>
      <w:sz w:val="22"/>
      <w:szCs w:val="22"/>
    </w:rPr>
  </w:style>
  <w:style w:type="paragraph" w:styleId="TM9">
    <w:name w:val="toc 9"/>
    <w:basedOn w:val="Normal"/>
    <w:next w:val="Normal"/>
    <w:autoRedefine/>
    <w:semiHidden/>
    <w:pPr>
      <w:tabs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ind w:left="720" w:hanging="720"/>
      <w:textAlignment w:val="baseline"/>
    </w:pPr>
    <w:rPr>
      <w:sz w:val="20"/>
      <w:szCs w:val="20"/>
      <w:lang w:val="en-US"/>
    </w:rPr>
  </w:style>
  <w:style w:type="paragraph" w:customStyle="1" w:styleId="RedTxt">
    <w:name w:val="RedTxt"/>
    <w:basedOn w:val="Normal"/>
    <w:uiPriority w:val="99"/>
    <w:rsid w:val="001340B9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customStyle="1" w:styleId="object">
    <w:name w:val="object"/>
    <w:rsid w:val="00AE35B0"/>
  </w:style>
  <w:style w:type="paragraph" w:styleId="Textedebulles">
    <w:name w:val="Balloon Text"/>
    <w:basedOn w:val="Normal"/>
    <w:link w:val="TextedebullesCar"/>
    <w:rsid w:val="00AE35B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E35B0"/>
    <w:rPr>
      <w:rFonts w:ascii="Tahoma" w:hAnsi="Tahoma" w:cs="Tahoma"/>
      <w:sz w:val="16"/>
      <w:szCs w:val="16"/>
    </w:rPr>
  </w:style>
  <w:style w:type="character" w:styleId="Mentionnonrsolue">
    <w:name w:val="Unresolved Mention"/>
    <w:basedOn w:val="Policepardfaut"/>
    <w:uiPriority w:val="99"/>
    <w:semiHidden/>
    <w:unhideWhenUsed/>
    <w:rsid w:val="00C63114"/>
    <w:rPr>
      <w:color w:val="605E5C"/>
      <w:shd w:val="clear" w:color="auto" w:fill="E1DFDD"/>
    </w:rPr>
  </w:style>
  <w:style w:type="character" w:customStyle="1" w:styleId="PieddepageCar">
    <w:name w:val="Pied de page Car"/>
    <w:basedOn w:val="Policepardfaut"/>
    <w:link w:val="Pieddepage"/>
    <w:uiPriority w:val="99"/>
    <w:rsid w:val="00DB22F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lla@teb-betfluides.fr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ita.mootoosamy@crous-grenoble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es%20documents\Local%20reprographie\Lettres\lettre%20CL%20CE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CD5EAEB556C444A4D2038E1FAD6662" ma:contentTypeVersion="14" ma:contentTypeDescription="Crée un document." ma:contentTypeScope="" ma:versionID="c6d3d1ac358bff3fdfaa23fedd971be4">
  <xsd:schema xmlns:xsd="http://www.w3.org/2001/XMLSchema" xmlns:xs="http://www.w3.org/2001/XMLSchema" xmlns:p="http://schemas.microsoft.com/office/2006/metadata/properties" xmlns:ns2="a5caad52-2792-4743-a502-6493ecfa0dd8" xmlns:ns3="5429728b-ce07-4c33-8ef2-4dca47ae54e9" targetNamespace="http://schemas.microsoft.com/office/2006/metadata/properties" ma:root="true" ma:fieldsID="802692f924a45d694d6176772748bc85" ns2:_="" ns3:_="">
    <xsd:import namespace="a5caad52-2792-4743-a502-6493ecfa0dd8"/>
    <xsd:import namespace="5429728b-ce07-4c33-8ef2-4dca47ae54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ad52-2792-4743-a502-6493ecfa0d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5dbd6e76-19c8-4247-a022-8225338e06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9728b-ce07-4c33-8ef2-4dca47ae54e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caad52-2792-4743-a502-6493ecfa0dd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A2125-C45B-420D-95ED-BAF5D694DD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ad52-2792-4743-a502-6493ecfa0dd8"/>
    <ds:schemaRef ds:uri="5429728b-ce07-4c33-8ef2-4dca47ae54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31FD0D-337A-4A18-9D62-3A9369CED07A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a5caad52-2792-4743-a502-6493ecfa0dd8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infopath/2007/PartnerControls"/>
    <ds:schemaRef ds:uri="5429728b-ce07-4c33-8ef2-4dca47ae54e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42AE3F4-2859-46B2-8B9D-B348A4C67A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273932-B0F1-465F-A990-14460AB7B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lettre CL CET</Template>
  <TotalTime>22</TotalTime>
  <Pages>1</Pages>
  <Words>168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Grenoble, le … /…/…</vt:lpstr>
    </vt:vector>
  </TitlesOfParts>
  <Company>CROUS DE GRENOBLE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Grenoble, le … /…/…</dc:title>
  <dc:creator>crous</dc:creator>
  <cp:lastModifiedBy>Stéphane CASTRO</cp:lastModifiedBy>
  <cp:revision>12</cp:revision>
  <cp:lastPrinted>2006-01-05T07:04:00Z</cp:lastPrinted>
  <dcterms:created xsi:type="dcterms:W3CDTF">2018-05-03T09:12:00Z</dcterms:created>
  <dcterms:modified xsi:type="dcterms:W3CDTF">2025-11-18T17:12:00Z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0x01010095CD5EAEB556C444A4D2038E1FAD6662</vt:lpwstr>
  </property>
</Properties>
</file>